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5C" w:rsidRPr="005A5759" w:rsidRDefault="00941707">
      <w:pPr>
        <w:rPr>
          <w:color w:val="000000" w:themeColor="text1"/>
          <w:sz w:val="56"/>
          <w:szCs w:val="56"/>
        </w:rPr>
      </w:pPr>
      <w:r w:rsidRPr="005A5759">
        <w:rPr>
          <w:color w:val="000000" w:themeColor="text1"/>
          <w:sz w:val="56"/>
          <w:szCs w:val="56"/>
        </w:rPr>
        <w:t xml:space="preserve">  </w:t>
      </w:r>
      <w:r w:rsidRPr="005A5759">
        <w:rPr>
          <w:b/>
          <w:color w:val="000000" w:themeColor="text1"/>
          <w:spacing w:val="40"/>
          <w:sz w:val="56"/>
          <w:szCs w:val="56"/>
          <w14:glow w14:rad="228600">
            <w14:schemeClr w14:val="accent3">
              <w14:alpha w14:val="60000"/>
              <w14:satMod w14:val="175000"/>
            </w14:schemeClr>
          </w14:glow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</w:rPr>
        <w:t>GREAT GREEN</w:t>
      </w:r>
    </w:p>
    <w:p w:rsidR="00941707" w:rsidRPr="005A5759" w:rsidRDefault="00941707">
      <w:pPr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5A5759"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Green is like the trees showing off their nice leaves in the warmth of the wind.</w:t>
      </w:r>
    </w:p>
    <w:p w:rsidR="00941707" w:rsidRPr="005A5759" w:rsidRDefault="00941707">
      <w:pPr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5A5759"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It’s like the grass </w:t>
      </w:r>
      <w:bookmarkStart w:id="0" w:name="_GoBack"/>
      <w:bookmarkEnd w:id="0"/>
      <w:r w:rsidRPr="005A5759"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blowing in the cold breeze.</w:t>
      </w:r>
    </w:p>
    <w:p w:rsidR="00941707" w:rsidRPr="005A5759" w:rsidRDefault="00941707">
      <w:pPr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5A5759"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It’s me taking a bite out of a nice juicy granny smith apple.</w:t>
      </w:r>
    </w:p>
    <w:p w:rsidR="00857DBE" w:rsidRPr="005A5759" w:rsidRDefault="00941707">
      <w:pPr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5A5759"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It looks like a caldron cooking green slimy food </w:t>
      </w:r>
      <w:r w:rsidR="00857DBE" w:rsidRPr="005A5759"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in a witch’s lolly house.</w:t>
      </w:r>
    </w:p>
    <w:p w:rsidR="00857DBE" w:rsidRPr="005A5759" w:rsidRDefault="00857DBE">
      <w:pPr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5A5759">
        <w:rPr>
          <w:b/>
          <w:color w:val="000000" w:themeColor="text1"/>
          <w:sz w:val="24"/>
          <w:szCs w:val="24"/>
          <w14:glow w14:rad="228600">
            <w14:schemeClr w14:val="accent3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It makes me feel happy like a kea squawking in the snow. </w:t>
      </w:r>
    </w:p>
    <w:p w:rsidR="00941707" w:rsidRPr="005A5759" w:rsidRDefault="00941707">
      <w:pPr>
        <w:rPr>
          <w:color w:val="000000" w:themeColor="text1"/>
          <w:sz w:val="24"/>
          <w:szCs w:val="24"/>
        </w:rPr>
      </w:pPr>
      <w:r w:rsidRPr="005A5759">
        <w:rPr>
          <w:color w:val="000000" w:themeColor="text1"/>
          <w:sz w:val="24"/>
          <w:szCs w:val="24"/>
        </w:rPr>
        <w:t xml:space="preserve"> </w:t>
      </w:r>
    </w:p>
    <w:p w:rsidR="00941707" w:rsidRPr="005A5759" w:rsidRDefault="00941707">
      <w:pPr>
        <w:rPr>
          <w:color w:val="000000" w:themeColor="text1"/>
          <w:sz w:val="24"/>
          <w:szCs w:val="24"/>
        </w:rPr>
      </w:pPr>
      <w:r w:rsidRPr="005A5759">
        <w:rPr>
          <w:color w:val="000000" w:themeColor="text1"/>
          <w:sz w:val="24"/>
          <w:szCs w:val="24"/>
        </w:rPr>
        <w:t xml:space="preserve"> </w:t>
      </w:r>
    </w:p>
    <w:sectPr w:rsidR="00941707" w:rsidRPr="005A57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07"/>
    <w:rsid w:val="005A5759"/>
    <w:rsid w:val="006B3056"/>
    <w:rsid w:val="00857DBE"/>
    <w:rsid w:val="00927BBF"/>
    <w:rsid w:val="0094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8C9E81C7</Template>
  <TotalTime>15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cp:lastPrinted>2011-04-12T20:23:00Z</cp:lastPrinted>
  <dcterms:created xsi:type="dcterms:W3CDTF">2011-04-06T23:41:00Z</dcterms:created>
  <dcterms:modified xsi:type="dcterms:W3CDTF">2011-04-12T20:23:00Z</dcterms:modified>
</cp:coreProperties>
</file>